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674CC" w14:textId="147B10F1" w:rsidR="00AA7CE0" w:rsidRPr="005F20E3" w:rsidRDefault="00AA7CE0" w:rsidP="005F20E3">
      <w:pPr>
        <w:ind w:left="5529"/>
        <w:jc w:val="both"/>
        <w:rPr>
          <w:sz w:val="20"/>
        </w:rPr>
      </w:pPr>
      <w:r w:rsidRPr="005F20E3">
        <w:rPr>
          <w:sz w:val="20"/>
        </w:rPr>
        <w:t xml:space="preserve">Lisa </w:t>
      </w:r>
      <w:r w:rsidR="00A016BE">
        <w:rPr>
          <w:sz w:val="20"/>
        </w:rPr>
        <w:t>2</w:t>
      </w:r>
    </w:p>
    <w:p w14:paraId="15ABA921" w14:textId="77777777" w:rsidR="00AA7CE0" w:rsidRPr="005F20E3" w:rsidRDefault="003C0F32" w:rsidP="005F20E3">
      <w:pPr>
        <w:ind w:left="5529"/>
        <w:jc w:val="both"/>
        <w:rPr>
          <w:sz w:val="20"/>
        </w:rPr>
      </w:pPr>
      <w:r>
        <w:rPr>
          <w:sz w:val="20"/>
        </w:rPr>
        <w:t xml:space="preserve">RMK ja MTÜ </w:t>
      </w:r>
      <w:r w:rsidR="00D226D5">
        <w:rPr>
          <w:sz w:val="20"/>
        </w:rPr>
        <w:t>Krillimäe</w:t>
      </w:r>
      <w:r>
        <w:rPr>
          <w:sz w:val="20"/>
        </w:rPr>
        <w:t xml:space="preserve"> Külaselts </w:t>
      </w:r>
      <w:r w:rsidR="00D226D5">
        <w:rPr>
          <w:sz w:val="20"/>
        </w:rPr>
        <w:t>vahel 06.02.2019.a. sõlmitud üürilepingu</w:t>
      </w:r>
      <w:r w:rsidR="00AA7CE0" w:rsidRPr="005F20E3">
        <w:rPr>
          <w:sz w:val="20"/>
        </w:rPr>
        <w:t xml:space="preserve"> </w:t>
      </w:r>
    </w:p>
    <w:p w14:paraId="75840F1B" w14:textId="77777777" w:rsidR="00AA7CE0" w:rsidRPr="005F20E3" w:rsidRDefault="001F3FCE" w:rsidP="005F20E3">
      <w:pPr>
        <w:ind w:left="5529"/>
        <w:jc w:val="both"/>
        <w:rPr>
          <w:sz w:val="20"/>
        </w:rPr>
      </w:pPr>
      <w:r>
        <w:rPr>
          <w:sz w:val="20"/>
        </w:rPr>
        <w:t xml:space="preserve">nr 9-28/ </w:t>
      </w:r>
      <w:r w:rsidR="00D226D5">
        <w:rPr>
          <w:sz w:val="20"/>
        </w:rPr>
        <w:t>1</w:t>
      </w:r>
      <w:r>
        <w:rPr>
          <w:sz w:val="20"/>
        </w:rPr>
        <w:t xml:space="preserve"> </w:t>
      </w:r>
      <w:r w:rsidR="00AA7CE0" w:rsidRPr="005F20E3">
        <w:rPr>
          <w:sz w:val="20"/>
        </w:rPr>
        <w:t xml:space="preserve"> juurde</w:t>
      </w:r>
    </w:p>
    <w:p w14:paraId="664480E2" w14:textId="77777777" w:rsidR="00AA7CE0" w:rsidRDefault="00AA7CE0"/>
    <w:p w14:paraId="6D114487" w14:textId="77777777" w:rsidR="00AA7CE0" w:rsidRDefault="00AA7CE0">
      <w:pPr>
        <w:sectPr w:rsidR="00AA7CE0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A7ED47F" w14:textId="77777777" w:rsidR="00AA7CE0" w:rsidRDefault="00AA7CE0" w:rsidP="00C0544B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EAAE3E0" w14:textId="77777777" w:rsidR="00AA7CE0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Märge tehtud </w:t>
      </w:r>
      <w:bookmarkStart w:id="0" w:name="Text39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Näiteks: 06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226D5">
        <w:rPr>
          <w:rFonts w:ascii="Arial" w:hAnsi="Arial" w:cs="Arial"/>
          <w:spacing w:val="0"/>
          <w:sz w:val="16"/>
        </w:rPr>
        <w:t>06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0"/>
      <w:r>
        <w:rPr>
          <w:rFonts w:ascii="Arial" w:hAnsi="Arial" w:cs="Arial"/>
          <w:spacing w:val="0"/>
          <w:sz w:val="16"/>
        </w:rPr>
        <w:t xml:space="preserve">. </w:t>
      </w:r>
      <w:bookmarkStart w:id="1" w:name="Dropdown1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Näiteks: aprillSeejärel liikuge Tab klahviga järgmisele väljale."/>
            <w:statusText w:type="text" w:val="Valige rippmenüüst märke tegemise kuu (vt F1)"/>
            <w:ddList>
              <w:result w:val="1"/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pacing w:val="0"/>
          <w:sz w:val="16"/>
        </w:rPr>
        <w:instrText xml:space="preserve"> FORMDROPDOWN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576FA">
        <w:rPr>
          <w:rFonts w:ascii="Arial" w:hAnsi="Arial" w:cs="Arial"/>
          <w:spacing w:val="0"/>
          <w:sz w:val="16"/>
        </w:rPr>
        <w:fldChar w:fldCharType="end"/>
      </w:r>
      <w:bookmarkStart w:id="2" w:name="Text45"/>
      <w:bookmarkEnd w:id="1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Näiteks: 2010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226D5">
        <w:rPr>
          <w:rFonts w:ascii="Arial" w:hAnsi="Arial" w:cs="Arial"/>
          <w:spacing w:val="0"/>
          <w:sz w:val="16"/>
        </w:rPr>
        <w:t xml:space="preserve"> </w:t>
      </w:r>
      <w:r>
        <w:rPr>
          <w:rFonts w:ascii="Arial" w:hAnsi="Arial" w:cs="Arial"/>
          <w:noProof/>
          <w:spacing w:val="0"/>
          <w:sz w:val="16"/>
        </w:rPr>
        <w:t>201</w:t>
      </w:r>
      <w:r w:rsidR="00D226D5">
        <w:rPr>
          <w:rFonts w:ascii="Arial" w:hAnsi="Arial" w:cs="Arial"/>
          <w:noProof/>
          <w:spacing w:val="0"/>
          <w:sz w:val="16"/>
        </w:rPr>
        <w:t>9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2"/>
      <w:r>
        <w:rPr>
          <w:rFonts w:ascii="Arial" w:hAnsi="Arial" w:cs="Arial"/>
          <w:spacing w:val="0"/>
          <w:sz w:val="16"/>
        </w:rPr>
        <w:t>. a</w:t>
      </w:r>
    </w:p>
    <w:p w14:paraId="7CF4FD1C" w14:textId="77777777" w:rsidR="00AA7CE0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Riigimetsa Majandamise Keskuses.</w:t>
      </w:r>
    </w:p>
    <w:p w14:paraId="5D9F1B5F" w14:textId="77777777" w:rsidR="00AA7CE0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Kehtib kuni </w:t>
      </w:r>
      <w:bookmarkStart w:id="3" w:name="Text40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Näiteks: asja kohtusse esitamiseni, kuidmitte kauemaks kui aegumistähtaja lõpuni Seejärel liikuge Tab klahviga järgmisele väljale.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226D5">
        <w:rPr>
          <w:rFonts w:ascii="Arial" w:hAnsi="Arial" w:cs="Arial"/>
          <w:noProof/>
          <w:spacing w:val="0"/>
          <w:sz w:val="16"/>
        </w:rPr>
        <w:t>06</w:t>
      </w:r>
      <w:r>
        <w:rPr>
          <w:rFonts w:ascii="Arial" w:hAnsi="Arial" w:cs="Arial"/>
          <w:noProof/>
          <w:spacing w:val="0"/>
          <w:sz w:val="16"/>
        </w:rPr>
        <w:t>.0</w:t>
      </w:r>
      <w:r w:rsidR="00D226D5">
        <w:rPr>
          <w:rFonts w:ascii="Arial" w:hAnsi="Arial" w:cs="Arial"/>
          <w:noProof/>
          <w:spacing w:val="0"/>
          <w:sz w:val="16"/>
        </w:rPr>
        <w:t>2</w:t>
      </w:r>
      <w:r>
        <w:rPr>
          <w:rFonts w:ascii="Arial" w:hAnsi="Arial" w:cs="Arial"/>
          <w:noProof/>
          <w:spacing w:val="0"/>
          <w:sz w:val="16"/>
        </w:rPr>
        <w:t>.20</w:t>
      </w:r>
      <w:r w:rsidR="00D226D5">
        <w:rPr>
          <w:rFonts w:ascii="Arial" w:hAnsi="Arial" w:cs="Arial"/>
          <w:noProof/>
          <w:spacing w:val="0"/>
          <w:sz w:val="16"/>
        </w:rPr>
        <w:t>24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3"/>
    </w:p>
    <w:p w14:paraId="3BEA039F" w14:textId="77777777" w:rsidR="00AA7CE0" w:rsidRPr="00996BAE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Alus </w:t>
      </w:r>
      <w:bookmarkStart w:id="4" w:name="Text41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Näiteks: AvTS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AvTS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4"/>
      <w:r>
        <w:rPr>
          <w:rFonts w:ascii="Arial" w:hAnsi="Arial" w:cs="Arial"/>
          <w:spacing w:val="0"/>
          <w:sz w:val="16"/>
        </w:rPr>
        <w:t xml:space="preserve"> § </w:t>
      </w:r>
      <w:bookmarkStart w:id="5" w:name="Text42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Näiteks: 35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35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5"/>
      <w:r>
        <w:rPr>
          <w:rFonts w:ascii="Arial" w:hAnsi="Arial" w:cs="Arial"/>
          <w:spacing w:val="0"/>
          <w:sz w:val="16"/>
        </w:rPr>
        <w:t xml:space="preserve"> lg </w:t>
      </w:r>
      <w:bookmarkStart w:id="6" w:name="Text43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Näiteks: 1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6"/>
      <w:r>
        <w:rPr>
          <w:rFonts w:ascii="Arial" w:hAnsi="Arial" w:cs="Arial"/>
          <w:spacing w:val="0"/>
          <w:sz w:val="16"/>
        </w:rPr>
        <w:t xml:space="preserve"> p </w:t>
      </w:r>
      <w:bookmarkStart w:id="7" w:name="Text44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Näiteks: 1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2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7"/>
      <w:r>
        <w:rPr>
          <w:rFonts w:ascii="Arial" w:hAnsi="Arial" w:cs="Arial"/>
          <w:spacing w:val="0"/>
          <w:sz w:val="16"/>
        </w:rPr>
        <w:t xml:space="preserve">. </w:t>
      </w:r>
      <w:bookmarkStart w:id="8" w:name="Text48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Näiteks: AvTS, § 35, lg 1, p 1.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8"/>
    </w:p>
    <w:p w14:paraId="1B99CB1F" w14:textId="77777777" w:rsidR="00AA7CE0" w:rsidRDefault="00AA7CE0"/>
    <w:p w14:paraId="76122E5D" w14:textId="77777777" w:rsidR="00AA7CE0" w:rsidRDefault="00AA7CE0"/>
    <w:p w14:paraId="32899847" w14:textId="77777777" w:rsidR="00AA7CE0" w:rsidRPr="00336463" w:rsidRDefault="00AA7CE0"/>
    <w:p w14:paraId="63A3A43F" w14:textId="77777777" w:rsidR="00AA7CE0" w:rsidRPr="00336463" w:rsidRDefault="00AA7CE0"/>
    <w:p w14:paraId="17E0F788" w14:textId="77777777" w:rsidR="00AA7CE0" w:rsidRDefault="00AA7CE0">
      <w:pPr>
        <w:sectPr w:rsidR="00AA7CE0">
          <w:type w:val="continuous"/>
          <w:pgSz w:w="11906" w:h="16838" w:code="9"/>
          <w:pgMar w:top="907" w:right="680" w:bottom="737" w:left="1701" w:header="454" w:footer="567" w:gutter="0"/>
          <w:cols w:space="708"/>
          <w:titlePg/>
        </w:sectPr>
      </w:pPr>
    </w:p>
    <w:tbl>
      <w:tblPr>
        <w:tblW w:w="1365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  <w:gridCol w:w="4309"/>
      </w:tblGrid>
      <w:tr w:rsidR="00AA7CE0" w:rsidRPr="0010105D" w14:paraId="54C2211A" w14:textId="77777777" w:rsidTr="008C01E1">
        <w:trPr>
          <w:cantSplit/>
          <w:trHeight w:val="284"/>
        </w:trPr>
        <w:tc>
          <w:tcPr>
            <w:tcW w:w="9348" w:type="dxa"/>
            <w:vMerge w:val="restart"/>
          </w:tcPr>
          <w:p w14:paraId="4E499AE3" w14:textId="77777777" w:rsidR="00A016BE" w:rsidRDefault="00A016BE" w:rsidP="0010105D">
            <w:pPr>
              <w:jc w:val="both"/>
              <w:rPr>
                <w:b/>
                <w:szCs w:val="24"/>
              </w:rPr>
            </w:pPr>
          </w:p>
          <w:p w14:paraId="242A7689" w14:textId="77777777" w:rsidR="00A016BE" w:rsidRDefault="00A016BE" w:rsidP="0010105D">
            <w:pPr>
              <w:jc w:val="both"/>
              <w:rPr>
                <w:b/>
                <w:szCs w:val="24"/>
              </w:rPr>
            </w:pPr>
          </w:p>
          <w:p w14:paraId="2C84CC70" w14:textId="78C7CDAE" w:rsidR="00AA7CE0" w:rsidRPr="0010105D" w:rsidRDefault="00A016BE" w:rsidP="0010105D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Lepingu lõpetamine</w:t>
            </w:r>
          </w:p>
          <w:p w14:paraId="7DA3A8B8" w14:textId="77777777" w:rsidR="00AA7CE0" w:rsidRPr="0010105D" w:rsidRDefault="00AA7CE0" w:rsidP="0010105D">
            <w:pPr>
              <w:jc w:val="both"/>
              <w:rPr>
                <w:szCs w:val="24"/>
              </w:rPr>
            </w:pPr>
          </w:p>
          <w:p w14:paraId="0A8C985A" w14:textId="77777777" w:rsidR="00AA7CE0" w:rsidRPr="0010105D" w:rsidRDefault="00870D23" w:rsidP="0010105D">
            <w:pPr>
              <w:tabs>
                <w:tab w:val="right" w:pos="8842"/>
              </w:tabs>
              <w:jc w:val="both"/>
              <w:rPr>
                <w:i/>
                <w:iCs/>
                <w:szCs w:val="24"/>
              </w:rPr>
            </w:pPr>
            <w:r w:rsidRPr="0010105D">
              <w:rPr>
                <w:szCs w:val="24"/>
              </w:rPr>
              <w:tab/>
            </w:r>
            <w:r w:rsidR="00D226D5" w:rsidRPr="0010105D">
              <w:rPr>
                <w:szCs w:val="24"/>
              </w:rPr>
              <w:t>(digiallkirja kuupäev)</w:t>
            </w:r>
          </w:p>
        </w:tc>
        <w:tc>
          <w:tcPr>
            <w:tcW w:w="4309" w:type="dxa"/>
            <w:vMerge w:val="restart"/>
          </w:tcPr>
          <w:p w14:paraId="4EBD71C3" w14:textId="77777777" w:rsidR="00AA7CE0" w:rsidRPr="0010105D" w:rsidRDefault="00AA7CE0" w:rsidP="0010105D">
            <w:pPr>
              <w:jc w:val="both"/>
              <w:rPr>
                <w:szCs w:val="24"/>
              </w:rPr>
            </w:pPr>
            <w:r w:rsidRPr="0010105D">
              <w:rPr>
                <w:szCs w:val="24"/>
              </w:rPr>
              <w:br/>
            </w:r>
          </w:p>
        </w:tc>
      </w:tr>
      <w:tr w:rsidR="00AA7CE0" w:rsidRPr="0010105D" w14:paraId="29CBBDDA" w14:textId="77777777" w:rsidTr="008C01E1">
        <w:trPr>
          <w:cantSplit/>
          <w:trHeight w:val="740"/>
        </w:trPr>
        <w:tc>
          <w:tcPr>
            <w:tcW w:w="9348" w:type="dxa"/>
            <w:vMerge/>
          </w:tcPr>
          <w:p w14:paraId="367CC56D" w14:textId="77777777" w:rsidR="00AA7CE0" w:rsidRPr="0010105D" w:rsidRDefault="00AA7CE0" w:rsidP="0010105D">
            <w:pPr>
              <w:jc w:val="both"/>
              <w:rPr>
                <w:szCs w:val="24"/>
              </w:rPr>
            </w:pPr>
          </w:p>
        </w:tc>
        <w:tc>
          <w:tcPr>
            <w:tcW w:w="4309" w:type="dxa"/>
            <w:vMerge/>
          </w:tcPr>
          <w:p w14:paraId="6BAEBE69" w14:textId="77777777" w:rsidR="00AA7CE0" w:rsidRPr="0010105D" w:rsidRDefault="00AA7CE0" w:rsidP="0010105D">
            <w:pPr>
              <w:jc w:val="both"/>
              <w:rPr>
                <w:szCs w:val="24"/>
              </w:rPr>
            </w:pPr>
          </w:p>
        </w:tc>
      </w:tr>
    </w:tbl>
    <w:p w14:paraId="23C20E6D" w14:textId="77777777" w:rsidR="00A016BE" w:rsidRDefault="00A016BE" w:rsidP="0010105D">
      <w:pPr>
        <w:jc w:val="both"/>
        <w:rPr>
          <w:szCs w:val="24"/>
        </w:rPr>
      </w:pPr>
    </w:p>
    <w:p w14:paraId="10E967F2" w14:textId="2256A6F2" w:rsidR="00A016BE" w:rsidRDefault="00A016BE" w:rsidP="0010105D">
      <w:pPr>
        <w:jc w:val="both"/>
        <w:rPr>
          <w:szCs w:val="24"/>
        </w:rPr>
      </w:pPr>
      <w:r>
        <w:rPr>
          <w:szCs w:val="24"/>
        </w:rPr>
        <w:t>Seoses Krillimäe pumbamaja müügiga loevad pooled üürilepingu nr</w:t>
      </w:r>
      <w:r w:rsidR="00286B47">
        <w:rPr>
          <w:szCs w:val="24"/>
        </w:rPr>
        <w:t xml:space="preserve"> </w:t>
      </w:r>
      <w:r w:rsidRPr="00A016BE">
        <w:rPr>
          <w:szCs w:val="24"/>
        </w:rPr>
        <w:t xml:space="preserve">9-28/ 1  </w:t>
      </w:r>
      <w:r>
        <w:rPr>
          <w:szCs w:val="24"/>
        </w:rPr>
        <w:t>06. 02. 2019 lõppenuks alates 14. 11. 2024.a.</w:t>
      </w:r>
    </w:p>
    <w:p w14:paraId="158B9964" w14:textId="295A1696" w:rsidR="00A016BE" w:rsidRDefault="00A016BE" w:rsidP="0010105D">
      <w:pPr>
        <w:jc w:val="both"/>
        <w:rPr>
          <w:szCs w:val="24"/>
        </w:rPr>
      </w:pPr>
      <w:r>
        <w:rPr>
          <w:szCs w:val="24"/>
        </w:rPr>
        <w:t xml:space="preserve"> </w:t>
      </w:r>
    </w:p>
    <w:p w14:paraId="304CD9FA" w14:textId="77777777" w:rsidR="00A016BE" w:rsidRDefault="00A016BE" w:rsidP="0010105D">
      <w:pPr>
        <w:jc w:val="both"/>
        <w:rPr>
          <w:szCs w:val="24"/>
        </w:rPr>
      </w:pPr>
    </w:p>
    <w:p w14:paraId="24974871" w14:textId="654557F9" w:rsidR="0010105D" w:rsidRPr="0010105D" w:rsidRDefault="00AA7CE0" w:rsidP="0010105D">
      <w:pPr>
        <w:jc w:val="both"/>
        <w:rPr>
          <w:szCs w:val="24"/>
        </w:rPr>
      </w:pPr>
      <w:r w:rsidRPr="0010105D">
        <w:rPr>
          <w:szCs w:val="24"/>
        </w:rPr>
        <w:t xml:space="preserve">Käesolev akt on </w:t>
      </w:r>
      <w:r w:rsidR="0010105D" w:rsidRPr="0010105D">
        <w:rPr>
          <w:szCs w:val="24"/>
        </w:rPr>
        <w:t xml:space="preserve"> allkirjastatud Poolte poolt digitaalselt.</w:t>
      </w:r>
    </w:p>
    <w:p w14:paraId="5AC2D2D8" w14:textId="77777777" w:rsidR="0010105D" w:rsidRPr="0010105D" w:rsidRDefault="0010105D" w:rsidP="0010105D">
      <w:pPr>
        <w:jc w:val="both"/>
        <w:rPr>
          <w:szCs w:val="24"/>
        </w:rPr>
      </w:pPr>
    </w:p>
    <w:p w14:paraId="768C25BB" w14:textId="77777777" w:rsidR="00AA7CE0" w:rsidRPr="0010105D" w:rsidRDefault="00AA7CE0" w:rsidP="0010105D">
      <w:pPr>
        <w:jc w:val="both"/>
        <w:rPr>
          <w:szCs w:val="24"/>
        </w:rPr>
      </w:pPr>
    </w:p>
    <w:tbl>
      <w:tblPr>
        <w:tblW w:w="952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3"/>
        <w:gridCol w:w="4763"/>
      </w:tblGrid>
      <w:tr w:rsidR="00AA7CE0" w:rsidRPr="0010105D" w14:paraId="4849280A" w14:textId="77777777" w:rsidTr="008C01E1">
        <w:trPr>
          <w:cantSplit/>
          <w:trHeight w:val="284"/>
        </w:trPr>
        <w:tc>
          <w:tcPr>
            <w:tcW w:w="4763" w:type="dxa"/>
            <w:vMerge w:val="restart"/>
          </w:tcPr>
          <w:p w14:paraId="79906EBE" w14:textId="77777777" w:rsidR="00AA7CE0" w:rsidRPr="0010105D" w:rsidRDefault="00AA7CE0" w:rsidP="0010105D">
            <w:pPr>
              <w:jc w:val="both"/>
              <w:rPr>
                <w:iCs/>
                <w:szCs w:val="24"/>
              </w:rPr>
            </w:pPr>
            <w:r w:rsidRPr="0010105D">
              <w:rPr>
                <w:iCs/>
                <w:szCs w:val="24"/>
              </w:rPr>
              <w:t>…………………………………..</w:t>
            </w:r>
          </w:p>
          <w:p w14:paraId="34F559F2" w14:textId="77777777" w:rsidR="00AA7CE0" w:rsidRPr="0010105D" w:rsidRDefault="0010105D" w:rsidP="0010105D">
            <w:pPr>
              <w:jc w:val="both"/>
              <w:rPr>
                <w:i/>
                <w:szCs w:val="24"/>
              </w:rPr>
            </w:pPr>
            <w:r w:rsidRPr="0010105D">
              <w:rPr>
                <w:szCs w:val="24"/>
              </w:rPr>
              <w:t>Uno Koppelmaa</w:t>
            </w:r>
          </w:p>
        </w:tc>
        <w:tc>
          <w:tcPr>
            <w:tcW w:w="4763" w:type="dxa"/>
            <w:vMerge w:val="restart"/>
          </w:tcPr>
          <w:p w14:paraId="43887A8C" w14:textId="77777777" w:rsidR="00AA7CE0" w:rsidRPr="0010105D" w:rsidRDefault="00AA7CE0" w:rsidP="0010105D">
            <w:pPr>
              <w:jc w:val="both"/>
              <w:rPr>
                <w:iCs/>
                <w:szCs w:val="24"/>
              </w:rPr>
            </w:pPr>
            <w:r w:rsidRPr="0010105D">
              <w:rPr>
                <w:iCs/>
                <w:szCs w:val="24"/>
              </w:rPr>
              <w:t>…………………………………</w:t>
            </w:r>
          </w:p>
          <w:p w14:paraId="65D21A55" w14:textId="77777777" w:rsidR="00AA7CE0" w:rsidRPr="0010105D" w:rsidRDefault="0010105D" w:rsidP="0010105D">
            <w:pPr>
              <w:jc w:val="both"/>
              <w:rPr>
                <w:szCs w:val="24"/>
              </w:rPr>
            </w:pPr>
            <w:r w:rsidRPr="0010105D">
              <w:rPr>
                <w:szCs w:val="24"/>
              </w:rPr>
              <w:t>Mihkel Saarend</w:t>
            </w:r>
          </w:p>
        </w:tc>
      </w:tr>
      <w:tr w:rsidR="00AA7CE0" w:rsidRPr="008C01E1" w14:paraId="00AD1BF4" w14:textId="77777777" w:rsidTr="008C01E1">
        <w:trPr>
          <w:cantSplit/>
          <w:trHeight w:val="284"/>
        </w:trPr>
        <w:tc>
          <w:tcPr>
            <w:tcW w:w="4763" w:type="dxa"/>
            <w:vMerge/>
          </w:tcPr>
          <w:p w14:paraId="3991D675" w14:textId="77777777" w:rsidR="00AA7CE0" w:rsidRPr="008C01E1" w:rsidRDefault="00AA7CE0" w:rsidP="0010105D">
            <w:pPr>
              <w:jc w:val="both"/>
              <w:rPr>
                <w:szCs w:val="22"/>
              </w:rPr>
            </w:pPr>
          </w:p>
        </w:tc>
        <w:tc>
          <w:tcPr>
            <w:tcW w:w="4763" w:type="dxa"/>
            <w:vMerge/>
          </w:tcPr>
          <w:p w14:paraId="2ADD23A4" w14:textId="77777777" w:rsidR="00AA7CE0" w:rsidRPr="008C01E1" w:rsidRDefault="00AA7CE0" w:rsidP="0010105D">
            <w:pPr>
              <w:jc w:val="both"/>
              <w:rPr>
                <w:szCs w:val="22"/>
              </w:rPr>
            </w:pPr>
          </w:p>
        </w:tc>
      </w:tr>
    </w:tbl>
    <w:p w14:paraId="0C161D29" w14:textId="77777777" w:rsidR="00AA7CE0" w:rsidRPr="00336463" w:rsidRDefault="000C46D9" w:rsidP="0010105D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AA7CE0" w:rsidRPr="00336463" w:rsidSect="0051631F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D261D" w14:textId="77777777" w:rsidR="00C378D9" w:rsidRDefault="00C378D9">
      <w:r>
        <w:separator/>
      </w:r>
    </w:p>
  </w:endnote>
  <w:endnote w:type="continuationSeparator" w:id="0">
    <w:p w14:paraId="2140BC5D" w14:textId="77777777" w:rsidR="00C378D9" w:rsidRDefault="00C3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1AD63" w14:textId="77777777" w:rsidR="00C378D9" w:rsidRDefault="00C378D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1E074" w14:textId="77777777" w:rsidR="00C378D9" w:rsidRDefault="00C378D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0C02A" w14:textId="77777777" w:rsidR="00C378D9" w:rsidRDefault="00C378D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42E48" w14:textId="77777777" w:rsidR="00C378D9" w:rsidRDefault="00C378D9">
      <w:r>
        <w:separator/>
      </w:r>
    </w:p>
  </w:footnote>
  <w:footnote w:type="continuationSeparator" w:id="0">
    <w:p w14:paraId="3A35A5CA" w14:textId="77777777" w:rsidR="00C378D9" w:rsidRDefault="00C3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2D365" w14:textId="77777777" w:rsidR="00C378D9" w:rsidRPr="00F16FC3" w:rsidRDefault="00C378D9" w:rsidP="00F16FC3">
    <w:pPr>
      <w:pStyle w:val="Pis"/>
      <w:rPr>
        <w:rFonts w:ascii="Arial" w:hAnsi="Arial" w:cs="Arial"/>
        <w:b/>
        <w:sz w:val="17"/>
        <w:szCs w:val="17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Pr="00F16FC3">
      <w:rPr>
        <w:rFonts w:ascii="Arial" w:hAnsi="Arial" w:cs="Arial"/>
        <w:b/>
        <w:sz w:val="17"/>
        <w:szCs w:val="17"/>
      </w:rPr>
      <w:t>ASUTUSESISESEKS KASUTAMISEKS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25E6" w14:textId="77777777" w:rsidR="00C378D9" w:rsidRDefault="00C378D9" w:rsidP="00C0544B">
    <w:pPr>
      <w:ind w:left="2880" w:firstLine="720"/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278E" w14:textId="77777777" w:rsidR="00C378D9" w:rsidRDefault="00C378D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2ED0D29"/>
    <w:multiLevelType w:val="hybridMultilevel"/>
    <w:tmpl w:val="2772BA5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477D2F"/>
    <w:multiLevelType w:val="hybridMultilevel"/>
    <w:tmpl w:val="733C635C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5D20FEA"/>
    <w:multiLevelType w:val="hybridMultilevel"/>
    <w:tmpl w:val="237C98EC"/>
    <w:lvl w:ilvl="0" w:tplc="16A41230">
      <w:start w:val="1"/>
      <w:numFmt w:val="decimalZero"/>
      <w:lvlText w:val="%1."/>
      <w:lvlJc w:val="left"/>
      <w:pPr>
        <w:ind w:left="532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5" w15:restartNumberingAfterBreak="0">
    <w:nsid w:val="5A4A0251"/>
    <w:multiLevelType w:val="hybridMultilevel"/>
    <w:tmpl w:val="653ACEB8"/>
    <w:lvl w:ilvl="0" w:tplc="B6D46314">
      <w:start w:val="1"/>
      <w:numFmt w:val="decimalZero"/>
      <w:lvlText w:val="%1."/>
      <w:lvlJc w:val="left"/>
      <w:pPr>
        <w:ind w:left="603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6" w15:restartNumberingAfterBreak="0">
    <w:nsid w:val="64781DA9"/>
    <w:multiLevelType w:val="hybridMultilevel"/>
    <w:tmpl w:val="651EC798"/>
    <w:lvl w:ilvl="0" w:tplc="F68E455C">
      <w:start w:val="1"/>
      <w:numFmt w:val="decimalZero"/>
      <w:lvlText w:val="%1."/>
      <w:lvlJc w:val="left"/>
      <w:pPr>
        <w:ind w:left="511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7" w15:restartNumberingAfterBreak="0">
    <w:nsid w:val="66370F72"/>
    <w:multiLevelType w:val="hybridMultilevel"/>
    <w:tmpl w:val="A7C232C4"/>
    <w:lvl w:ilvl="0" w:tplc="CEEEFFA2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8" w15:restartNumberingAfterBreak="0">
    <w:nsid w:val="6DA35BC7"/>
    <w:multiLevelType w:val="hybridMultilevel"/>
    <w:tmpl w:val="63448698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35424163">
    <w:abstractNumId w:val="0"/>
  </w:num>
  <w:num w:numId="2" w16cid:durableId="1339038200">
    <w:abstractNumId w:val="3"/>
  </w:num>
  <w:num w:numId="3" w16cid:durableId="1829249014">
    <w:abstractNumId w:val="6"/>
  </w:num>
  <w:num w:numId="4" w16cid:durableId="147333647">
    <w:abstractNumId w:val="4"/>
  </w:num>
  <w:num w:numId="5" w16cid:durableId="1031998263">
    <w:abstractNumId w:val="7"/>
  </w:num>
  <w:num w:numId="6" w16cid:durableId="573786148">
    <w:abstractNumId w:val="2"/>
  </w:num>
  <w:num w:numId="7" w16cid:durableId="1324233871">
    <w:abstractNumId w:val="8"/>
  </w:num>
  <w:num w:numId="8" w16cid:durableId="1323895271">
    <w:abstractNumId w:val="1"/>
  </w:num>
  <w:num w:numId="9" w16cid:durableId="162939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8B"/>
    <w:rsid w:val="00005463"/>
    <w:rsid w:val="0005074C"/>
    <w:rsid w:val="00067209"/>
    <w:rsid w:val="00094FC8"/>
    <w:rsid w:val="000C46D9"/>
    <w:rsid w:val="000D246D"/>
    <w:rsid w:val="000E314E"/>
    <w:rsid w:val="000E56A3"/>
    <w:rsid w:val="0010105D"/>
    <w:rsid w:val="001207BF"/>
    <w:rsid w:val="00124BA9"/>
    <w:rsid w:val="001634AF"/>
    <w:rsid w:val="0017618B"/>
    <w:rsid w:val="001A64DD"/>
    <w:rsid w:val="001A693A"/>
    <w:rsid w:val="001B644A"/>
    <w:rsid w:val="001F3FCE"/>
    <w:rsid w:val="002021E6"/>
    <w:rsid w:val="00251AE3"/>
    <w:rsid w:val="002638D2"/>
    <w:rsid w:val="00277BB9"/>
    <w:rsid w:val="0028458D"/>
    <w:rsid w:val="00286B47"/>
    <w:rsid w:val="002A3BAA"/>
    <w:rsid w:val="003152B4"/>
    <w:rsid w:val="003221EC"/>
    <w:rsid w:val="0033189F"/>
    <w:rsid w:val="0033388F"/>
    <w:rsid w:val="00336463"/>
    <w:rsid w:val="00340712"/>
    <w:rsid w:val="003418B1"/>
    <w:rsid w:val="00364635"/>
    <w:rsid w:val="003778A0"/>
    <w:rsid w:val="003B50FF"/>
    <w:rsid w:val="003C0F32"/>
    <w:rsid w:val="003D06A4"/>
    <w:rsid w:val="003D1D5C"/>
    <w:rsid w:val="003F579C"/>
    <w:rsid w:val="003F5D63"/>
    <w:rsid w:val="00427348"/>
    <w:rsid w:val="00464B63"/>
    <w:rsid w:val="00465420"/>
    <w:rsid w:val="00465A0C"/>
    <w:rsid w:val="004900B6"/>
    <w:rsid w:val="004A62B1"/>
    <w:rsid w:val="004C6A59"/>
    <w:rsid w:val="004D6937"/>
    <w:rsid w:val="004E3A61"/>
    <w:rsid w:val="0051631F"/>
    <w:rsid w:val="005200AE"/>
    <w:rsid w:val="005B1CF7"/>
    <w:rsid w:val="005B52EA"/>
    <w:rsid w:val="005F1342"/>
    <w:rsid w:val="005F1AD2"/>
    <w:rsid w:val="005F20E3"/>
    <w:rsid w:val="00616C08"/>
    <w:rsid w:val="0068303D"/>
    <w:rsid w:val="006A41C4"/>
    <w:rsid w:val="0070282D"/>
    <w:rsid w:val="00715F68"/>
    <w:rsid w:val="00752374"/>
    <w:rsid w:val="00755E2D"/>
    <w:rsid w:val="007B27FB"/>
    <w:rsid w:val="007B46C1"/>
    <w:rsid w:val="00830FE9"/>
    <w:rsid w:val="00852196"/>
    <w:rsid w:val="0085722B"/>
    <w:rsid w:val="00870D23"/>
    <w:rsid w:val="00872F6E"/>
    <w:rsid w:val="008C01E1"/>
    <w:rsid w:val="008D6BD7"/>
    <w:rsid w:val="008F5576"/>
    <w:rsid w:val="009001A4"/>
    <w:rsid w:val="00901E15"/>
    <w:rsid w:val="00914DD3"/>
    <w:rsid w:val="009421E0"/>
    <w:rsid w:val="00970891"/>
    <w:rsid w:val="00996BAE"/>
    <w:rsid w:val="009B2B7F"/>
    <w:rsid w:val="009D3E81"/>
    <w:rsid w:val="009F5B6C"/>
    <w:rsid w:val="00A016BE"/>
    <w:rsid w:val="00A30F78"/>
    <w:rsid w:val="00A50FE5"/>
    <w:rsid w:val="00A53B59"/>
    <w:rsid w:val="00A63E90"/>
    <w:rsid w:val="00AA7CE0"/>
    <w:rsid w:val="00AC266D"/>
    <w:rsid w:val="00AC5441"/>
    <w:rsid w:val="00AF37FB"/>
    <w:rsid w:val="00B0269E"/>
    <w:rsid w:val="00B10DA0"/>
    <w:rsid w:val="00B33CFF"/>
    <w:rsid w:val="00B45B54"/>
    <w:rsid w:val="00B93490"/>
    <w:rsid w:val="00BA2694"/>
    <w:rsid w:val="00BA6433"/>
    <w:rsid w:val="00BC1964"/>
    <w:rsid w:val="00BC348B"/>
    <w:rsid w:val="00BD4843"/>
    <w:rsid w:val="00BF6CD9"/>
    <w:rsid w:val="00C04C3B"/>
    <w:rsid w:val="00C0544B"/>
    <w:rsid w:val="00C10537"/>
    <w:rsid w:val="00C35E2C"/>
    <w:rsid w:val="00C378D9"/>
    <w:rsid w:val="00C80829"/>
    <w:rsid w:val="00C95015"/>
    <w:rsid w:val="00CB4F0D"/>
    <w:rsid w:val="00CE26A3"/>
    <w:rsid w:val="00D226D5"/>
    <w:rsid w:val="00D576FA"/>
    <w:rsid w:val="00D65959"/>
    <w:rsid w:val="00D66351"/>
    <w:rsid w:val="00DB19E7"/>
    <w:rsid w:val="00DD457F"/>
    <w:rsid w:val="00DE0CD5"/>
    <w:rsid w:val="00DE10BF"/>
    <w:rsid w:val="00DF29C2"/>
    <w:rsid w:val="00E10403"/>
    <w:rsid w:val="00E4126B"/>
    <w:rsid w:val="00E70E9E"/>
    <w:rsid w:val="00E71513"/>
    <w:rsid w:val="00E74ED7"/>
    <w:rsid w:val="00EC4957"/>
    <w:rsid w:val="00EE3473"/>
    <w:rsid w:val="00F04CF8"/>
    <w:rsid w:val="00F16FC3"/>
    <w:rsid w:val="00F3216E"/>
    <w:rsid w:val="00F41B19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2A813"/>
  <w15:docId w15:val="{0FEF362B-48B2-4538-BAFB-E8A23581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51631F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51631F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51631F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51631F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allaadveeb">
    <w:name w:val="Normal (Web)"/>
    <w:basedOn w:val="Normaallaad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Tugev">
    <w:name w:val="Strong"/>
    <w:basedOn w:val="Liguvaikefont"/>
    <w:uiPriority w:val="99"/>
    <w:qFormat/>
    <w:rsid w:val="005B1CF7"/>
    <w:rPr>
      <w:rFonts w:cs="Times New Roman"/>
      <w:b/>
      <w:bCs/>
    </w:rPr>
  </w:style>
  <w:style w:type="paragraph" w:styleId="Pealdis">
    <w:name w:val="caption"/>
    <w:basedOn w:val="Normaallaad"/>
    <w:next w:val="Normaallaad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99"/>
    <w:qFormat/>
    <w:rsid w:val="008C01E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67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\AppData\Local\Temp\akt%20ak%20m&#228;rkega%20eluruumi%20sisustuse%20&#252;leandmise%20kohta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eluruumi sisustuse üleandmise kohta 2</Template>
  <TotalTime>4</TotalTime>
  <Pages>1</Pages>
  <Words>73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>AKT</vt:lpstr>
    </vt:vector>
  </TitlesOfParts>
  <Company>DF Ltd., Parnu mnt 154, 11317 Tallinn, Estonia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a1</dc:creator>
  <dc:description>Version 1.1, Dets 2003</dc:description>
  <cp:lastModifiedBy>Uno Koppelmaa</cp:lastModifiedBy>
  <cp:revision>3</cp:revision>
  <cp:lastPrinted>2012-10-15T09:20:00Z</cp:lastPrinted>
  <dcterms:created xsi:type="dcterms:W3CDTF">2024-11-18T11:30:00Z</dcterms:created>
  <dcterms:modified xsi:type="dcterms:W3CDTF">2024-11-18T11:31:00Z</dcterms:modified>
</cp:coreProperties>
</file>